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370F3" w14:textId="77777777" w:rsidR="00914835" w:rsidRPr="00B61E7F" w:rsidRDefault="00914835" w:rsidP="00962798">
      <w:pPr>
        <w:rPr>
          <w:rFonts w:ascii="Times New Roman" w:hAnsi="Times New Roman" w:cs="Times New Roman"/>
          <w:lang w:val="et-EE"/>
        </w:rPr>
      </w:pPr>
    </w:p>
    <w:p w14:paraId="1480E402" w14:textId="77777777" w:rsidR="008E5909" w:rsidRPr="00B61E7F" w:rsidRDefault="008E5909" w:rsidP="00962798">
      <w:pPr>
        <w:rPr>
          <w:rFonts w:ascii="Times New Roman" w:hAnsi="Times New Roman" w:cs="Times New Roman"/>
          <w:lang w:val="et-EE"/>
        </w:rPr>
      </w:pPr>
    </w:p>
    <w:p w14:paraId="2FB7F060" w14:textId="77777777" w:rsidR="0024569D" w:rsidRDefault="0024569D" w:rsidP="002C4CF8">
      <w:pPr>
        <w:rPr>
          <w:rFonts w:ascii="Times New Roman" w:hAnsi="Times New Roman" w:cs="Times New Roman"/>
          <w:lang w:val="et-EE"/>
        </w:rPr>
      </w:pPr>
    </w:p>
    <w:p w14:paraId="6CF13271" w14:textId="43964AD8" w:rsidR="0005061A" w:rsidRPr="00B61E7F" w:rsidRDefault="00DE5096" w:rsidP="002C4CF8">
      <w:pPr>
        <w:rPr>
          <w:rFonts w:ascii="Times New Roman" w:hAnsi="Times New Roman" w:cs="Times New Roman"/>
          <w:lang w:val="et-EE"/>
        </w:rPr>
      </w:pPr>
      <w:r w:rsidRPr="00DE5096">
        <w:rPr>
          <w:rFonts w:ascii="Times New Roman" w:hAnsi="Times New Roman" w:cs="Times New Roman"/>
          <w:lang w:val="et-EE"/>
        </w:rPr>
        <w:t xml:space="preserve">Joel </w:t>
      </w:r>
      <w:proofErr w:type="spellStart"/>
      <w:r w:rsidRPr="00DE5096">
        <w:rPr>
          <w:rFonts w:ascii="Times New Roman" w:hAnsi="Times New Roman" w:cs="Times New Roman"/>
          <w:lang w:val="et-EE"/>
        </w:rPr>
        <w:t>Kalpus</w:t>
      </w:r>
      <w:proofErr w:type="spellEnd"/>
    </w:p>
    <w:p w14:paraId="52895A6D" w14:textId="0F20C917" w:rsidR="008E5909" w:rsidRPr="00B61E7F" w:rsidRDefault="00DE5096" w:rsidP="008E5909">
      <w:pPr>
        <w:rPr>
          <w:rFonts w:ascii="Times New Roman" w:hAnsi="Times New Roman" w:cs="Times New Roman"/>
          <w:lang w:val="et-EE"/>
        </w:rPr>
      </w:pPr>
      <w:r w:rsidRPr="00DE5096">
        <w:rPr>
          <w:rFonts w:ascii="Times New Roman" w:hAnsi="Times New Roman" w:cs="Times New Roman"/>
          <w:lang w:val="et-EE"/>
        </w:rPr>
        <w:t>Kivi tee kinnistute omanik</w:t>
      </w:r>
      <w:r>
        <w:rPr>
          <w:rFonts w:ascii="Times New Roman" w:hAnsi="Times New Roman" w:cs="Times New Roman"/>
          <w:lang w:val="et-EE"/>
        </w:rPr>
        <w:t>e esindaja</w:t>
      </w:r>
    </w:p>
    <w:p w14:paraId="5E6EAF5A" w14:textId="63754F80" w:rsidR="00DE5096" w:rsidRPr="00DE5096" w:rsidRDefault="00B64944" w:rsidP="008E5909">
      <w:pPr>
        <w:rPr>
          <w:rFonts w:ascii="Times New Roman" w:hAnsi="Times New Roman" w:cs="Times New Roman"/>
          <w:lang w:val="et-EE"/>
        </w:rPr>
      </w:pPr>
      <w:hyperlink r:id="rId8" w:history="1">
        <w:r w:rsidR="00DE5096" w:rsidRPr="00494968">
          <w:rPr>
            <w:rStyle w:val="Hperlink"/>
            <w:rFonts w:ascii="Times New Roman" w:hAnsi="Times New Roman" w:cs="Times New Roman"/>
            <w:lang w:val="et-EE"/>
          </w:rPr>
          <w:t>joel.kalpus@gmail.com</w:t>
        </w:r>
      </w:hyperlink>
      <w:r w:rsidR="00DE5096">
        <w:rPr>
          <w:rFonts w:ascii="Times New Roman" w:hAnsi="Times New Roman" w:cs="Times New Roman"/>
          <w:lang w:val="et-EE"/>
        </w:rPr>
        <w:t xml:space="preserve"> </w:t>
      </w:r>
    </w:p>
    <w:p w14:paraId="15A3841B" w14:textId="77777777" w:rsidR="00DE5096" w:rsidRDefault="00DE5096" w:rsidP="008E5909">
      <w:pPr>
        <w:rPr>
          <w:rFonts w:ascii="Times New Roman" w:hAnsi="Times New Roman" w:cs="Times New Roman"/>
          <w:lang w:val="et-EE"/>
        </w:rPr>
      </w:pPr>
    </w:p>
    <w:p w14:paraId="7A5EEAA6" w14:textId="5E2786A1" w:rsidR="008E5909" w:rsidRPr="00C40757" w:rsidRDefault="008E5909" w:rsidP="008E5909">
      <w:pPr>
        <w:rPr>
          <w:rFonts w:ascii="Times New Roman" w:hAnsi="Times New Roman" w:cs="Times New Roman"/>
          <w:lang w:val="et-EE"/>
        </w:rPr>
      </w:pPr>
      <w:r w:rsidRPr="00C40757">
        <w:rPr>
          <w:rFonts w:ascii="Times New Roman" w:hAnsi="Times New Roman" w:cs="Times New Roman"/>
          <w:lang w:val="et-EE"/>
        </w:rPr>
        <w:t xml:space="preserve">Riigimetsa Majandamise </w:t>
      </w:r>
      <w:r w:rsidR="00C40757" w:rsidRPr="00C40757">
        <w:rPr>
          <w:rFonts w:ascii="Times New Roman" w:hAnsi="Times New Roman" w:cs="Times New Roman"/>
          <w:lang w:val="et-EE"/>
        </w:rPr>
        <w:t>K</w:t>
      </w:r>
      <w:r w:rsidRPr="00C40757">
        <w:rPr>
          <w:rFonts w:ascii="Times New Roman" w:hAnsi="Times New Roman" w:cs="Times New Roman"/>
          <w:lang w:val="et-EE"/>
        </w:rPr>
        <w:t>eskus</w:t>
      </w:r>
    </w:p>
    <w:p w14:paraId="1C74C6B5" w14:textId="779B338A" w:rsidR="00106C7B" w:rsidRPr="00C40757" w:rsidRDefault="00B64944" w:rsidP="00106C7B">
      <w:hyperlink r:id="rId9" w:history="1">
        <w:r w:rsidR="00C40757" w:rsidRPr="00C40757">
          <w:rPr>
            <w:rStyle w:val="Hperlink"/>
            <w:rFonts w:ascii="Times New Roman" w:hAnsi="Times New Roman" w:cs="Times New Roman"/>
          </w:rPr>
          <w:t>alutaguse@rmk.ee</w:t>
        </w:r>
      </w:hyperlink>
      <w:r w:rsidR="008E5909" w:rsidRPr="00B61E7F">
        <w:rPr>
          <w:rFonts w:ascii="Times New Roman" w:hAnsi="Times New Roman" w:cs="Times New Roman"/>
          <w:lang w:val="et-EE"/>
        </w:rPr>
        <w:tab/>
      </w:r>
      <w:r w:rsidR="00B61E7F" w:rsidRPr="00B61E7F">
        <w:rPr>
          <w:rFonts w:ascii="Times New Roman" w:hAnsi="Times New Roman" w:cs="Times New Roman"/>
          <w:lang w:val="et-EE"/>
        </w:rPr>
        <w:tab/>
      </w:r>
      <w:r w:rsidR="00B61E7F" w:rsidRPr="00B61E7F">
        <w:rPr>
          <w:rFonts w:ascii="Times New Roman" w:hAnsi="Times New Roman" w:cs="Times New Roman"/>
          <w:lang w:val="et-EE"/>
        </w:rPr>
        <w:tab/>
      </w:r>
      <w:r w:rsidR="00B61E7F" w:rsidRPr="00B61E7F">
        <w:rPr>
          <w:rFonts w:ascii="Times New Roman" w:hAnsi="Times New Roman" w:cs="Times New Roman"/>
          <w:lang w:val="et-EE"/>
        </w:rPr>
        <w:tab/>
      </w:r>
      <w:r w:rsidR="00B61E7F" w:rsidRPr="00B61E7F">
        <w:rPr>
          <w:rFonts w:ascii="Times New Roman" w:hAnsi="Times New Roman" w:cs="Times New Roman"/>
          <w:lang w:val="et-EE"/>
        </w:rPr>
        <w:tab/>
      </w:r>
      <w:r w:rsidR="00B61E7F" w:rsidRPr="00B61E7F">
        <w:rPr>
          <w:rFonts w:ascii="Times New Roman" w:hAnsi="Times New Roman" w:cs="Times New Roman"/>
          <w:lang w:val="et-EE"/>
        </w:rPr>
        <w:tab/>
      </w:r>
      <w:r w:rsidR="00B61E7F" w:rsidRPr="00B61E7F">
        <w:rPr>
          <w:rFonts w:ascii="Times New Roman" w:hAnsi="Times New Roman" w:cs="Times New Roman"/>
          <w:lang w:val="et-EE"/>
        </w:rPr>
        <w:tab/>
      </w:r>
      <w:r w:rsidR="00106C7B" w:rsidRPr="00B61E7F">
        <w:rPr>
          <w:rFonts w:ascii="Times New Roman" w:hAnsi="Times New Roman" w:cs="Times New Roman"/>
          <w:lang w:val="et-EE"/>
        </w:rPr>
        <w:t>03.0</w:t>
      </w:r>
      <w:r w:rsidR="00DE45E0">
        <w:rPr>
          <w:rFonts w:ascii="Times New Roman" w:hAnsi="Times New Roman" w:cs="Times New Roman"/>
          <w:lang w:val="et-EE"/>
        </w:rPr>
        <w:t>8</w:t>
      </w:r>
      <w:r w:rsidR="00106C7B" w:rsidRPr="00B61E7F">
        <w:rPr>
          <w:rFonts w:ascii="Times New Roman" w:hAnsi="Times New Roman" w:cs="Times New Roman"/>
          <w:lang w:val="et-EE"/>
        </w:rPr>
        <w:t>.</w:t>
      </w:r>
      <w:r w:rsidR="00106C7B" w:rsidRPr="00C40757">
        <w:rPr>
          <w:rFonts w:ascii="Times New Roman" w:hAnsi="Times New Roman" w:cs="Times New Roman"/>
          <w:lang w:val="et-EE"/>
        </w:rPr>
        <w:t>202</w:t>
      </w:r>
      <w:r w:rsidR="00106762" w:rsidRPr="00C40757">
        <w:rPr>
          <w:rFonts w:ascii="Times New Roman" w:hAnsi="Times New Roman" w:cs="Times New Roman"/>
          <w:lang w:val="et-EE"/>
        </w:rPr>
        <w:t>3</w:t>
      </w:r>
      <w:r w:rsidR="00106C7B" w:rsidRPr="00C40757">
        <w:rPr>
          <w:rFonts w:ascii="Times New Roman" w:hAnsi="Times New Roman" w:cs="Times New Roman"/>
          <w:lang w:val="et-EE"/>
        </w:rPr>
        <w:t xml:space="preserve"> nr </w:t>
      </w:r>
      <w:r w:rsidR="00C40757" w:rsidRPr="00C40757">
        <w:rPr>
          <w:rFonts w:ascii="Times New Roman" w:hAnsi="Times New Roman" w:cs="Times New Roman"/>
          <w:lang w:val="et-EE"/>
        </w:rPr>
        <w:t>5-8</w:t>
      </w:r>
      <w:r w:rsidR="00106C7B" w:rsidRPr="00C40757">
        <w:rPr>
          <w:rFonts w:ascii="Times New Roman" w:hAnsi="Times New Roman" w:cs="Times New Roman"/>
          <w:lang w:val="et-EE"/>
        </w:rPr>
        <w:t>/</w:t>
      </w:r>
      <w:r w:rsidR="00C40757" w:rsidRPr="00C40757">
        <w:rPr>
          <w:rFonts w:ascii="Times New Roman" w:hAnsi="Times New Roman" w:cs="Times New Roman"/>
          <w:lang w:val="et-EE"/>
        </w:rPr>
        <w:t>135-2</w:t>
      </w:r>
    </w:p>
    <w:p w14:paraId="46F7DC6E" w14:textId="77777777" w:rsidR="00106C7B" w:rsidRPr="00B61E7F" w:rsidRDefault="00106C7B" w:rsidP="00106C7B">
      <w:pPr>
        <w:rPr>
          <w:rFonts w:ascii="Times New Roman" w:hAnsi="Times New Roman" w:cs="Times New Roman"/>
          <w:lang w:val="et-EE"/>
        </w:rPr>
      </w:pPr>
    </w:p>
    <w:p w14:paraId="2DD03729" w14:textId="77777777" w:rsidR="00106C7B" w:rsidRPr="00B61E7F" w:rsidRDefault="00106C7B" w:rsidP="00106C7B">
      <w:pPr>
        <w:rPr>
          <w:rFonts w:ascii="Times New Roman" w:hAnsi="Times New Roman" w:cs="Times New Roman"/>
          <w:lang w:val="et-EE"/>
        </w:rPr>
      </w:pPr>
    </w:p>
    <w:p w14:paraId="27E0F983" w14:textId="77777777" w:rsidR="00106C7B" w:rsidRPr="00B61E7F" w:rsidRDefault="00106C7B" w:rsidP="00106C7B">
      <w:pPr>
        <w:rPr>
          <w:rFonts w:ascii="Times New Roman" w:hAnsi="Times New Roman" w:cs="Times New Roman"/>
          <w:lang w:val="et-EE"/>
        </w:rPr>
      </w:pPr>
    </w:p>
    <w:p w14:paraId="72492FCF" w14:textId="76361EC8" w:rsidR="00106C7B" w:rsidRPr="00B61E7F" w:rsidRDefault="00D304BC" w:rsidP="00106C7B">
      <w:pPr>
        <w:rPr>
          <w:rFonts w:ascii="Times New Roman" w:hAnsi="Times New Roman" w:cs="Times New Roman"/>
          <w:b/>
          <w:lang w:val="et-EE"/>
        </w:rPr>
      </w:pPr>
      <w:proofErr w:type="spellStart"/>
      <w:r>
        <w:rPr>
          <w:rFonts w:ascii="Times New Roman" w:hAnsi="Times New Roman" w:cs="Times New Roman"/>
          <w:b/>
          <w:lang w:val="et-EE"/>
        </w:rPr>
        <w:t>Kauksi</w:t>
      </w:r>
      <w:proofErr w:type="spellEnd"/>
      <w:r>
        <w:rPr>
          <w:rFonts w:ascii="Times New Roman" w:hAnsi="Times New Roman" w:cs="Times New Roman"/>
          <w:b/>
          <w:lang w:val="et-EE"/>
        </w:rPr>
        <w:t xml:space="preserve"> küla metsade majandamise kavast</w:t>
      </w:r>
    </w:p>
    <w:p w14:paraId="70311E89" w14:textId="77777777" w:rsidR="00106C7B" w:rsidRPr="00B61E7F" w:rsidRDefault="00106C7B" w:rsidP="00106C7B">
      <w:pPr>
        <w:rPr>
          <w:rFonts w:ascii="Times New Roman" w:hAnsi="Times New Roman" w:cs="Times New Roman"/>
          <w:bCs/>
          <w:color w:val="000000" w:themeColor="text1"/>
          <w:lang w:val="et-EE"/>
        </w:rPr>
      </w:pPr>
    </w:p>
    <w:p w14:paraId="3630C9D4" w14:textId="6A478CFF" w:rsidR="00B64944" w:rsidRDefault="00B64944" w:rsidP="00106C7B">
      <w:pPr>
        <w:jc w:val="both"/>
        <w:rPr>
          <w:rFonts w:ascii="Times New Roman" w:hAnsi="Times New Roman" w:cs="Times New Roman"/>
          <w:lang w:val="et-EE"/>
        </w:rPr>
      </w:pPr>
      <w:r w:rsidRPr="00B64944">
        <w:rPr>
          <w:rFonts w:ascii="Times New Roman" w:hAnsi="Times New Roman" w:cs="Times New Roman"/>
          <w:lang w:val="et-EE"/>
        </w:rPr>
        <w:t>Alutaguse Vallavalitsus toetab ettepanekut loobuda Kivi tee elamukruntidega piirneval Iisaku metskond 80 (22401:004:0712) eraldistel nr 5 ja 7 lageraie tegemisest</w:t>
      </w:r>
      <w:r>
        <w:rPr>
          <w:rFonts w:ascii="Times New Roman" w:hAnsi="Times New Roman" w:cs="Times New Roman"/>
          <w:lang w:val="et-EE"/>
        </w:rPr>
        <w:t xml:space="preserve">. </w:t>
      </w:r>
      <w:r w:rsidRPr="00B64944">
        <w:rPr>
          <w:rFonts w:ascii="Times New Roman" w:hAnsi="Times New Roman" w:cs="Times New Roman"/>
          <w:lang w:val="et-EE"/>
        </w:rPr>
        <w:t xml:space="preserve">Oleme valmis osalema Riigimetsa Majandamise Keskuse poolt pakutud kohtumisel, et leida nendel </w:t>
      </w:r>
      <w:r>
        <w:rPr>
          <w:rFonts w:ascii="Times New Roman" w:hAnsi="Times New Roman" w:cs="Times New Roman"/>
          <w:lang w:val="et-EE"/>
        </w:rPr>
        <w:t xml:space="preserve">eraldistel </w:t>
      </w:r>
      <w:r w:rsidRPr="00B64944">
        <w:rPr>
          <w:rFonts w:ascii="Times New Roman" w:hAnsi="Times New Roman" w:cs="Times New Roman"/>
          <w:lang w:val="et-EE"/>
        </w:rPr>
        <w:t xml:space="preserve">sobivaim </w:t>
      </w:r>
      <w:r>
        <w:rPr>
          <w:rFonts w:ascii="Times New Roman" w:hAnsi="Times New Roman" w:cs="Times New Roman"/>
          <w:lang w:val="et-EE"/>
        </w:rPr>
        <w:t xml:space="preserve">lahendus </w:t>
      </w:r>
      <w:r w:rsidRPr="00B64944">
        <w:rPr>
          <w:rFonts w:ascii="Times New Roman" w:hAnsi="Times New Roman" w:cs="Times New Roman"/>
          <w:lang w:val="et-EE"/>
        </w:rPr>
        <w:t>metsa majandamiseks</w:t>
      </w:r>
      <w:r>
        <w:rPr>
          <w:rFonts w:ascii="Times New Roman" w:hAnsi="Times New Roman" w:cs="Times New Roman"/>
          <w:lang w:val="et-EE"/>
        </w:rPr>
        <w:t xml:space="preserve"> ja </w:t>
      </w:r>
      <w:r w:rsidRPr="00B64944">
        <w:rPr>
          <w:rFonts w:ascii="Times New Roman" w:hAnsi="Times New Roman" w:cs="Times New Roman"/>
          <w:lang w:val="et-EE"/>
        </w:rPr>
        <w:t>raiete</w:t>
      </w:r>
      <w:r>
        <w:rPr>
          <w:rFonts w:ascii="Times New Roman" w:hAnsi="Times New Roman" w:cs="Times New Roman"/>
          <w:lang w:val="et-EE"/>
        </w:rPr>
        <w:t xml:space="preserve"> tegemiseks.</w:t>
      </w:r>
    </w:p>
    <w:p w14:paraId="2061C78E" w14:textId="77777777" w:rsidR="00B64944" w:rsidRDefault="00B64944" w:rsidP="00106C7B">
      <w:pPr>
        <w:jc w:val="both"/>
        <w:rPr>
          <w:rFonts w:ascii="Times New Roman" w:hAnsi="Times New Roman" w:cs="Times New Roman"/>
          <w:lang w:val="et-EE"/>
        </w:rPr>
      </w:pPr>
    </w:p>
    <w:p w14:paraId="595EE461" w14:textId="77777777" w:rsidR="008E5909" w:rsidRPr="00B61E7F" w:rsidRDefault="008E5909" w:rsidP="008E5909">
      <w:pPr>
        <w:rPr>
          <w:rFonts w:ascii="Times New Roman" w:hAnsi="Times New Roman" w:cs="Times New Roman"/>
          <w:lang w:val="et-EE"/>
        </w:rPr>
      </w:pPr>
    </w:p>
    <w:p w14:paraId="286C452A" w14:textId="77777777" w:rsidR="008E5909" w:rsidRPr="00B61E7F" w:rsidRDefault="008E5909" w:rsidP="008E5909">
      <w:pPr>
        <w:rPr>
          <w:rFonts w:ascii="Times New Roman" w:hAnsi="Times New Roman" w:cs="Times New Roman"/>
          <w:lang w:val="et-EE"/>
        </w:rPr>
      </w:pPr>
    </w:p>
    <w:p w14:paraId="5CA6339F" w14:textId="77777777" w:rsidR="008E5909" w:rsidRPr="00B61E7F" w:rsidRDefault="008E5909" w:rsidP="008E5909">
      <w:pPr>
        <w:rPr>
          <w:rFonts w:ascii="Times New Roman" w:hAnsi="Times New Roman" w:cs="Times New Roman"/>
          <w:lang w:val="et-EE"/>
        </w:rPr>
      </w:pPr>
      <w:r w:rsidRPr="00B61E7F">
        <w:rPr>
          <w:rFonts w:ascii="Times New Roman" w:hAnsi="Times New Roman" w:cs="Times New Roman"/>
          <w:lang w:val="et-EE"/>
        </w:rPr>
        <w:t>Lugupidamisega</w:t>
      </w:r>
    </w:p>
    <w:p w14:paraId="6F175305" w14:textId="77777777" w:rsidR="008E5909" w:rsidRPr="00B61E7F" w:rsidRDefault="008E5909" w:rsidP="008E5909">
      <w:pPr>
        <w:rPr>
          <w:rFonts w:ascii="Times New Roman" w:hAnsi="Times New Roman" w:cs="Times New Roman"/>
          <w:lang w:val="et-EE"/>
        </w:rPr>
      </w:pPr>
    </w:p>
    <w:p w14:paraId="6CD8D51C" w14:textId="77777777" w:rsidR="008E5909" w:rsidRPr="00B61E7F" w:rsidRDefault="008E5909" w:rsidP="008E5909">
      <w:pPr>
        <w:rPr>
          <w:rFonts w:ascii="Times New Roman" w:hAnsi="Times New Roman" w:cs="Times New Roman"/>
          <w:i/>
          <w:lang w:val="et-EE"/>
        </w:rPr>
      </w:pPr>
      <w:r w:rsidRPr="00B61E7F">
        <w:rPr>
          <w:rFonts w:ascii="Times New Roman" w:hAnsi="Times New Roman" w:cs="Times New Roman"/>
          <w:i/>
          <w:lang w:val="et-EE"/>
        </w:rPr>
        <w:t>/allkirjastatud digitaalselt/</w:t>
      </w:r>
    </w:p>
    <w:p w14:paraId="55747B65" w14:textId="77777777" w:rsidR="008E5909" w:rsidRPr="00B61E7F" w:rsidRDefault="008E5909" w:rsidP="008E5909">
      <w:pPr>
        <w:rPr>
          <w:rFonts w:ascii="Times New Roman" w:hAnsi="Times New Roman" w:cs="Times New Roman"/>
          <w:i/>
          <w:lang w:val="et-EE"/>
        </w:rPr>
      </w:pPr>
    </w:p>
    <w:p w14:paraId="051FCDD8" w14:textId="1C585B77" w:rsidR="0044415F" w:rsidRDefault="0005061A" w:rsidP="008E590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Tauno </w:t>
      </w:r>
      <w:proofErr w:type="spellStart"/>
      <w:r>
        <w:rPr>
          <w:rFonts w:ascii="Times New Roman" w:hAnsi="Times New Roman" w:cs="Times New Roman"/>
          <w:lang w:val="et-EE"/>
        </w:rPr>
        <w:t>Võhmar</w:t>
      </w:r>
      <w:proofErr w:type="spellEnd"/>
    </w:p>
    <w:p w14:paraId="1C912AEA" w14:textId="082821FC" w:rsidR="0005061A" w:rsidRPr="00B61E7F" w:rsidRDefault="0005061A" w:rsidP="008E590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Vallavanem</w:t>
      </w:r>
    </w:p>
    <w:sectPr w:rsidR="0005061A" w:rsidRPr="00B61E7F" w:rsidSect="00962798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454" w:right="680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881B8" w14:textId="77777777" w:rsidR="00EA7C34" w:rsidRDefault="00EA7C34" w:rsidP="00482722">
      <w:r>
        <w:separator/>
      </w:r>
    </w:p>
  </w:endnote>
  <w:endnote w:type="continuationSeparator" w:id="0">
    <w:p w14:paraId="7FA5B4A0" w14:textId="77777777" w:rsidR="00EA7C34" w:rsidRDefault="00EA7C34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049356"/>
      <w:docPartObj>
        <w:docPartGallery w:val="Page Numbers (Bottom of Page)"/>
        <w:docPartUnique/>
      </w:docPartObj>
    </w:sdtPr>
    <w:sdtEndPr/>
    <w:sdtContent>
      <w:p w14:paraId="5398E5FA" w14:textId="77777777"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909" w:rsidRPr="008E5909">
          <w:rPr>
            <w:noProof/>
            <w:lang w:val="et-EE"/>
          </w:rPr>
          <w:t>2</w:t>
        </w:r>
        <w:r>
          <w:fldChar w:fldCharType="end"/>
        </w:r>
      </w:p>
    </w:sdtContent>
  </w:sdt>
  <w:p w14:paraId="2BBB9930" w14:textId="77777777"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5289" w14:textId="77777777"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14:paraId="5A9FFBAD" w14:textId="77777777" w:rsidTr="008E6B81">
      <w:trPr>
        <w:trHeight w:val="284"/>
      </w:trPr>
      <w:tc>
        <w:tcPr>
          <w:tcW w:w="3794" w:type="dxa"/>
        </w:tcPr>
        <w:p w14:paraId="64772B1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4ABCB240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14:paraId="440F1120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14:paraId="1110C43B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14:paraId="4B44C979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28F2101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14:paraId="695FC966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14:paraId="1ABE2AB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14:paraId="0C7A88F4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53E4A88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. nr: 77000281</w:t>
          </w:r>
        </w:p>
        <w:p w14:paraId="0621D2C8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14:paraId="4686FE74" w14:textId="77777777"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88866" w14:textId="77777777" w:rsidR="00EA7C34" w:rsidRDefault="00EA7C34" w:rsidP="00482722">
      <w:r>
        <w:separator/>
      </w:r>
    </w:p>
  </w:footnote>
  <w:footnote w:type="continuationSeparator" w:id="0">
    <w:p w14:paraId="53723E99" w14:textId="77777777" w:rsidR="00EA7C34" w:rsidRDefault="00EA7C34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B170" w14:textId="77777777"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C013B" w14:textId="77777777"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68B22FC2" wp14:editId="16DF21A3">
          <wp:extent cx="1798320" cy="61595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B2CE8"/>
    <w:multiLevelType w:val="hybridMultilevel"/>
    <w:tmpl w:val="FD648528"/>
    <w:lvl w:ilvl="0" w:tplc="41FCA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9823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13D0C"/>
    <w:rsid w:val="00040A9F"/>
    <w:rsid w:val="0005061A"/>
    <w:rsid w:val="00080B75"/>
    <w:rsid w:val="00080DB2"/>
    <w:rsid w:val="000905BD"/>
    <w:rsid w:val="000B2C24"/>
    <w:rsid w:val="000C5CE5"/>
    <w:rsid w:val="000E5A6D"/>
    <w:rsid w:val="000F3B18"/>
    <w:rsid w:val="00100939"/>
    <w:rsid w:val="00106762"/>
    <w:rsid w:val="00106C7B"/>
    <w:rsid w:val="00116AFC"/>
    <w:rsid w:val="001C4DBB"/>
    <w:rsid w:val="0024569D"/>
    <w:rsid w:val="00252EE6"/>
    <w:rsid w:val="002B67BD"/>
    <w:rsid w:val="002C4CF8"/>
    <w:rsid w:val="00321264"/>
    <w:rsid w:val="003752FB"/>
    <w:rsid w:val="003941B0"/>
    <w:rsid w:val="003A76D0"/>
    <w:rsid w:val="003B6724"/>
    <w:rsid w:val="00412A16"/>
    <w:rsid w:val="00417375"/>
    <w:rsid w:val="004343CB"/>
    <w:rsid w:val="0044415F"/>
    <w:rsid w:val="00482722"/>
    <w:rsid w:val="004C4353"/>
    <w:rsid w:val="004C4CF1"/>
    <w:rsid w:val="004F330B"/>
    <w:rsid w:val="005B24A8"/>
    <w:rsid w:val="005D62D1"/>
    <w:rsid w:val="00621EB3"/>
    <w:rsid w:val="00657459"/>
    <w:rsid w:val="006C5619"/>
    <w:rsid w:val="006C6ACD"/>
    <w:rsid w:val="00782949"/>
    <w:rsid w:val="007C4E2E"/>
    <w:rsid w:val="00806B64"/>
    <w:rsid w:val="00837400"/>
    <w:rsid w:val="00846B85"/>
    <w:rsid w:val="00866BB1"/>
    <w:rsid w:val="0087496E"/>
    <w:rsid w:val="00883B0C"/>
    <w:rsid w:val="008A149A"/>
    <w:rsid w:val="008B17BE"/>
    <w:rsid w:val="008E5909"/>
    <w:rsid w:val="008F2B44"/>
    <w:rsid w:val="00914835"/>
    <w:rsid w:val="00955379"/>
    <w:rsid w:val="00962798"/>
    <w:rsid w:val="009652F0"/>
    <w:rsid w:val="00984379"/>
    <w:rsid w:val="009A7775"/>
    <w:rsid w:val="009F5C87"/>
    <w:rsid w:val="00A00DFD"/>
    <w:rsid w:val="00A23642"/>
    <w:rsid w:val="00A62F46"/>
    <w:rsid w:val="00A730DE"/>
    <w:rsid w:val="00AF22EF"/>
    <w:rsid w:val="00B1361A"/>
    <w:rsid w:val="00B176D7"/>
    <w:rsid w:val="00B347AF"/>
    <w:rsid w:val="00B51354"/>
    <w:rsid w:val="00B61E7F"/>
    <w:rsid w:val="00B64944"/>
    <w:rsid w:val="00B960DF"/>
    <w:rsid w:val="00BE1EA4"/>
    <w:rsid w:val="00C21E23"/>
    <w:rsid w:val="00C3152A"/>
    <w:rsid w:val="00C40757"/>
    <w:rsid w:val="00C97D72"/>
    <w:rsid w:val="00CA4B15"/>
    <w:rsid w:val="00CC0F83"/>
    <w:rsid w:val="00CD4B6F"/>
    <w:rsid w:val="00CE3D59"/>
    <w:rsid w:val="00D053CD"/>
    <w:rsid w:val="00D079D8"/>
    <w:rsid w:val="00D14C94"/>
    <w:rsid w:val="00D304BC"/>
    <w:rsid w:val="00D8493C"/>
    <w:rsid w:val="00DD2497"/>
    <w:rsid w:val="00DE45E0"/>
    <w:rsid w:val="00DE5096"/>
    <w:rsid w:val="00E0014D"/>
    <w:rsid w:val="00E40A9F"/>
    <w:rsid w:val="00E63451"/>
    <w:rsid w:val="00E66F2D"/>
    <w:rsid w:val="00EA7C34"/>
    <w:rsid w:val="00EC00CA"/>
    <w:rsid w:val="00ED066D"/>
    <w:rsid w:val="00EF1066"/>
    <w:rsid w:val="00F61D7C"/>
    <w:rsid w:val="00F84736"/>
    <w:rsid w:val="00F86584"/>
    <w:rsid w:val="00FC61E2"/>
    <w:rsid w:val="00FD7B36"/>
    <w:rsid w:val="00FE2850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9D24265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6C5619"/>
    <w:pPr>
      <w:ind w:left="720"/>
      <w:contextualSpacing/>
    </w:pPr>
  </w:style>
  <w:style w:type="paragraph" w:styleId="Vahedeta">
    <w:name w:val="No Spacing"/>
    <w:uiPriority w:val="1"/>
    <w:qFormat/>
    <w:rsid w:val="009F5C87"/>
    <w:rPr>
      <w:sz w:val="22"/>
      <w:szCs w:val="22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106C7B"/>
    <w:rPr>
      <w:color w:val="605E5C"/>
      <w:shd w:val="clear" w:color="auto" w:fill="E1DFDD"/>
    </w:rPr>
  </w:style>
  <w:style w:type="paragraph" w:customStyle="1" w:styleId="Default">
    <w:name w:val="Default"/>
    <w:rsid w:val="00106C7B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el.kalpus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utaguse@rmk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F69C78-D24A-44BB-95CF-1EC91305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399</TotalTime>
  <Pages>1</Pages>
  <Words>100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Liina Talistu</cp:lastModifiedBy>
  <cp:revision>42</cp:revision>
  <cp:lastPrinted>2023-01-03T12:05:00Z</cp:lastPrinted>
  <dcterms:created xsi:type="dcterms:W3CDTF">2018-08-02T14:00:00Z</dcterms:created>
  <dcterms:modified xsi:type="dcterms:W3CDTF">2023-08-04T08:44:00Z</dcterms:modified>
</cp:coreProperties>
</file>